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48FE8764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8025CF">
                                      <w:rPr>
                                        <w:rStyle w:val="Style2"/>
                                      </w:rPr>
                                      <w:t>2</w:t>
                                    </w:r>
                                    <w:r w:rsidR="001A3D08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48FE8764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8025CF">
                                <w:rPr>
                                  <w:rStyle w:val="Style2"/>
                                </w:rPr>
                                <w:t>2</w:t>
                              </w:r>
                              <w:r w:rsidR="001A3D08">
                                <w:rPr>
                                  <w:rStyle w:val="Style2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1A3D0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00A7BD99" w14:textId="77777777" w:rsidR="002E1412" w:rsidRPr="002E1412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2FB5B0D7" w:rsidR="00BC61BD" w:rsidRPr="00BC61BD" w:rsidRDefault="007A3B5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CDAF840" wp14:editId="6719EED6">
                                      <wp:extent cx="540000" cy="540000"/>
                                      <wp:effectExtent l="0" t="0" r="0" b="0"/>
                                      <wp:docPr id="18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000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544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7723651C" w14:textId="2FB5B0D7" w:rsidR="00BC61BD" w:rsidRPr="00BC61BD" w:rsidRDefault="007A3B5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CDAF840" wp14:editId="6719EED6">
                                <wp:extent cx="540000" cy="540000"/>
                                <wp:effectExtent l="0" t="0" r="0" b="0"/>
                                <wp:docPr id="18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00" cy="54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1A3D0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013F185F" w14:textId="77777777" w:rsidR="00F7443C" w:rsidRPr="004767CC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1A3D0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6CA8B035" w14:textId="77777777" w:rsidR="0026335F" w:rsidRPr="0026335F" w:rsidRDefault="0048452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1"/>
        <w:gridCol w:w="5302"/>
        <w:gridCol w:w="1276"/>
        <w:gridCol w:w="1276"/>
        <w:gridCol w:w="1701"/>
        <w:gridCol w:w="1559"/>
        <w:gridCol w:w="1843"/>
      </w:tblGrid>
      <w:tr w:rsidR="0037246F" w14:paraId="4C0009F4" w14:textId="77777777" w:rsidTr="00E84947">
        <w:trPr>
          <w:trHeight w:val="1077"/>
          <w:jc w:val="center"/>
        </w:trPr>
        <w:tc>
          <w:tcPr>
            <w:tcW w:w="1131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302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EB23E1" w14:paraId="576D1EF9" w14:textId="77777777" w:rsidTr="00EB23E1">
        <w:trPr>
          <w:trHeight w:val="457"/>
          <w:jc w:val="center"/>
        </w:trPr>
        <w:tc>
          <w:tcPr>
            <w:tcW w:w="1131" w:type="dxa"/>
          </w:tcPr>
          <w:p w14:paraId="388AA8BD" w14:textId="48E3109D" w:rsidR="00EB23E1" w:rsidRPr="00EB23E1" w:rsidRDefault="00EB23E1" w:rsidP="00EB23E1">
            <w:r>
              <w:t>1</w:t>
            </w:r>
          </w:p>
        </w:tc>
        <w:sdt>
          <w:sdtPr>
            <w:id w:val="15673071"/>
            <w:placeholder>
              <w:docPart w:val="5D94828BC14946EF9785D1314881B5F7"/>
            </w:placeholder>
            <w:showingPlcHdr/>
          </w:sdtPr>
          <w:sdtEndPr/>
          <w:sdtContent>
            <w:tc>
              <w:tcPr>
                <w:tcW w:w="5302" w:type="dxa"/>
                <w:vAlign w:val="center"/>
              </w:tcPr>
              <w:p w14:paraId="2D49E94A" w14:textId="6EDF877C" w:rsidR="00EB23E1" w:rsidRPr="00E84947" w:rsidRDefault="00E84947" w:rsidP="00EB23E1">
                <w:pPr>
                  <w:rPr>
                    <w:lang w:val="en-US"/>
                  </w:rPr>
                </w:pPr>
                <w:r w:rsidRPr="00E84947">
                  <w:rPr>
                    <w:rStyle w:val="Textodelmarcadordeposicin"/>
                    <w:lang w:val="en-US"/>
                  </w:rPr>
                  <w:t>Click here to enter text.</w:t>
                </w:r>
              </w:p>
            </w:tc>
          </w:sdtContent>
        </w:sdt>
        <w:tc>
          <w:tcPr>
            <w:tcW w:w="1276" w:type="dxa"/>
          </w:tcPr>
          <w:p w14:paraId="07878EC2" w14:textId="0037A9BE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767C57E7" w14:textId="77777777" w:rsidR="00EB23E1" w:rsidRDefault="00EB23E1" w:rsidP="00EB23E1"/>
        </w:tc>
        <w:tc>
          <w:tcPr>
            <w:tcW w:w="1701" w:type="dxa"/>
          </w:tcPr>
          <w:p w14:paraId="1B45384C" w14:textId="77777777" w:rsidR="00EB23E1" w:rsidRDefault="00EB23E1" w:rsidP="00EB23E1"/>
        </w:tc>
        <w:tc>
          <w:tcPr>
            <w:tcW w:w="1559" w:type="dxa"/>
          </w:tcPr>
          <w:p w14:paraId="498D8D5B" w14:textId="6B80F80C" w:rsidR="00EB23E1" w:rsidRPr="00EB23E1" w:rsidRDefault="00EB23E1" w:rsidP="00EB23E1"/>
        </w:tc>
        <w:tc>
          <w:tcPr>
            <w:tcW w:w="1843" w:type="dxa"/>
          </w:tcPr>
          <w:p w14:paraId="5674BC6A" w14:textId="77777777" w:rsidR="00EB23E1" w:rsidRDefault="00EB23E1" w:rsidP="00EB23E1"/>
        </w:tc>
      </w:tr>
      <w:tr w:rsidR="00EB23E1" w14:paraId="582E77B5" w14:textId="77777777" w:rsidTr="00EB23E1">
        <w:trPr>
          <w:trHeight w:val="477"/>
          <w:jc w:val="center"/>
        </w:trPr>
        <w:tc>
          <w:tcPr>
            <w:tcW w:w="1131" w:type="dxa"/>
          </w:tcPr>
          <w:p w14:paraId="104A28F3" w14:textId="4A013478" w:rsidR="00EB23E1" w:rsidRPr="00EB23E1" w:rsidRDefault="00EB23E1" w:rsidP="00EB23E1">
            <w:r>
              <w:t>2</w:t>
            </w:r>
          </w:p>
        </w:tc>
        <w:tc>
          <w:tcPr>
            <w:tcW w:w="5302" w:type="dxa"/>
            <w:vAlign w:val="center"/>
          </w:tcPr>
          <w:p w14:paraId="2B358A93" w14:textId="105D9490" w:rsidR="00EB23E1" w:rsidRPr="00EB23E1" w:rsidRDefault="00EB23E1" w:rsidP="00EB23E1"/>
        </w:tc>
        <w:tc>
          <w:tcPr>
            <w:tcW w:w="1276" w:type="dxa"/>
          </w:tcPr>
          <w:p w14:paraId="4011FFCC" w14:textId="0B75FD88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0D8EF926" w14:textId="77777777" w:rsidR="00EB23E1" w:rsidRDefault="00EB23E1" w:rsidP="00EB23E1"/>
        </w:tc>
        <w:tc>
          <w:tcPr>
            <w:tcW w:w="1701" w:type="dxa"/>
          </w:tcPr>
          <w:p w14:paraId="40F8D795" w14:textId="77777777" w:rsidR="00EB23E1" w:rsidRDefault="00EB23E1" w:rsidP="00EB23E1"/>
        </w:tc>
        <w:tc>
          <w:tcPr>
            <w:tcW w:w="1559" w:type="dxa"/>
          </w:tcPr>
          <w:p w14:paraId="2573527C" w14:textId="4DB8E742" w:rsidR="00EB23E1" w:rsidRPr="00EB23E1" w:rsidRDefault="00EB23E1" w:rsidP="00EB23E1"/>
        </w:tc>
        <w:tc>
          <w:tcPr>
            <w:tcW w:w="1843" w:type="dxa"/>
          </w:tcPr>
          <w:p w14:paraId="54303357" w14:textId="77777777" w:rsidR="00EB23E1" w:rsidRDefault="00EB23E1" w:rsidP="00EB23E1"/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6C053CE4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7575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FD5496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DD34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57086E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A3D08"/>
    <w:rsid w:val="001F6653"/>
    <w:rsid w:val="001F73A7"/>
    <w:rsid w:val="00200073"/>
    <w:rsid w:val="0021068B"/>
    <w:rsid w:val="0022200A"/>
    <w:rsid w:val="00253DBA"/>
    <w:rsid w:val="0026335F"/>
    <w:rsid w:val="00282897"/>
    <w:rsid w:val="00284546"/>
    <w:rsid w:val="002860A4"/>
    <w:rsid w:val="002971F5"/>
    <w:rsid w:val="002A3385"/>
    <w:rsid w:val="002C4A7E"/>
    <w:rsid w:val="002E1412"/>
    <w:rsid w:val="00314023"/>
    <w:rsid w:val="0031441A"/>
    <w:rsid w:val="00337AF7"/>
    <w:rsid w:val="00351DE8"/>
    <w:rsid w:val="0037246F"/>
    <w:rsid w:val="0037514C"/>
    <w:rsid w:val="003A4539"/>
    <w:rsid w:val="003B29C3"/>
    <w:rsid w:val="003B38E0"/>
    <w:rsid w:val="00403697"/>
    <w:rsid w:val="0042490F"/>
    <w:rsid w:val="00466B9C"/>
    <w:rsid w:val="004767CC"/>
    <w:rsid w:val="00484529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A3B5F"/>
    <w:rsid w:val="007B4164"/>
    <w:rsid w:val="007B6F6F"/>
    <w:rsid w:val="007C7580"/>
    <w:rsid w:val="007F3216"/>
    <w:rsid w:val="008025CF"/>
    <w:rsid w:val="00810515"/>
    <w:rsid w:val="0083342F"/>
    <w:rsid w:val="00841F19"/>
    <w:rsid w:val="00854B4F"/>
    <w:rsid w:val="008B3AE5"/>
    <w:rsid w:val="008F362E"/>
    <w:rsid w:val="009002B4"/>
    <w:rsid w:val="009161EF"/>
    <w:rsid w:val="0095034F"/>
    <w:rsid w:val="00957FDA"/>
    <w:rsid w:val="009773D3"/>
    <w:rsid w:val="009A2AEC"/>
    <w:rsid w:val="009B0931"/>
    <w:rsid w:val="009E0472"/>
    <w:rsid w:val="00A16099"/>
    <w:rsid w:val="00A24343"/>
    <w:rsid w:val="00A36FD8"/>
    <w:rsid w:val="00A51BB3"/>
    <w:rsid w:val="00A6069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84947"/>
    <w:rsid w:val="00E96AEE"/>
    <w:rsid w:val="00E96D05"/>
    <w:rsid w:val="00EA7406"/>
    <w:rsid w:val="00EB128A"/>
    <w:rsid w:val="00EB23E1"/>
    <w:rsid w:val="00F041DB"/>
    <w:rsid w:val="00F116C5"/>
    <w:rsid w:val="00F225BF"/>
    <w:rsid w:val="00F22E90"/>
    <w:rsid w:val="00F25B99"/>
    <w:rsid w:val="00F4086F"/>
    <w:rsid w:val="00F53753"/>
    <w:rsid w:val="00F7167E"/>
    <w:rsid w:val="00F7443C"/>
    <w:rsid w:val="00F97E22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94828BC14946EF9785D131488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EF5CC-DC4C-4974-9940-E0189C49FFA5}"/>
      </w:docPartPr>
      <w:docPartBody>
        <w:p w:rsidR="00871BB9" w:rsidRDefault="00871BB9" w:rsidP="00871BB9">
          <w:pPr>
            <w:pStyle w:val="5D94828BC14946EF9785D1314881B5F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B9"/>
    <w:rsid w:val="0021068B"/>
    <w:rsid w:val="0022200A"/>
    <w:rsid w:val="002A3385"/>
    <w:rsid w:val="00871BB9"/>
    <w:rsid w:val="009161EF"/>
    <w:rsid w:val="00A36FD8"/>
    <w:rsid w:val="00A60693"/>
    <w:rsid w:val="00F9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DO" w:eastAsia="es-D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71BB9"/>
    <w:rPr>
      <w:color w:val="808080"/>
    </w:rPr>
  </w:style>
  <w:style w:type="paragraph" w:customStyle="1" w:styleId="5D94828BC14946EF9785D1314881B5F7">
    <w:name w:val="5D94828BC14946EF9785D1314881B5F7"/>
    <w:rsid w:val="00871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2025-10-08T15:18:00Z</dcterms:created>
  <dcterms:modified xsi:type="dcterms:W3CDTF">2025-10-08T15:18:00Z</dcterms:modified>
</cp:coreProperties>
</file>